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927" w:rsidRPr="007B6630" w:rsidRDefault="00647927" w:rsidP="007B6630">
      <w:pPr>
        <w:jc w:val="center"/>
        <w:rPr>
          <w:rFonts w:ascii="Times New Roman" w:hAnsi="Times New Roman"/>
          <w:b/>
          <w:sz w:val="24"/>
          <w:szCs w:val="24"/>
        </w:rPr>
      </w:pPr>
      <w:r w:rsidRPr="007B6630">
        <w:rPr>
          <w:rFonts w:ascii="Times New Roman" w:hAnsi="Times New Roman"/>
          <w:b/>
          <w:sz w:val="24"/>
          <w:szCs w:val="24"/>
        </w:rPr>
        <w:t xml:space="preserve">Сведения об исполнении бюджета муниципального образования по расходам в разрезе муниципальных программ в сравнении с запланированными значениями на соответствующий период (финансовый год) и в сравнении с соответствующим периодом прошлого года (по </w:t>
      </w:r>
      <w:r>
        <w:rPr>
          <w:rFonts w:ascii="Times New Roman" w:hAnsi="Times New Roman"/>
          <w:b/>
          <w:sz w:val="24"/>
          <w:szCs w:val="24"/>
        </w:rPr>
        <w:t>состоянию на 01.07</w:t>
      </w:r>
      <w:r w:rsidRPr="007B6630">
        <w:rPr>
          <w:rFonts w:ascii="Times New Roman" w:hAnsi="Times New Roman"/>
          <w:b/>
          <w:sz w:val="24"/>
          <w:szCs w:val="24"/>
        </w:rPr>
        <w:t>.2021)</w:t>
      </w:r>
    </w:p>
    <w:tbl>
      <w:tblPr>
        <w:tblW w:w="14029" w:type="dxa"/>
        <w:tblLayout w:type="fixed"/>
        <w:tblLook w:val="00A0"/>
      </w:tblPr>
      <w:tblGrid>
        <w:gridCol w:w="7225"/>
        <w:gridCol w:w="1559"/>
        <w:gridCol w:w="1559"/>
        <w:gridCol w:w="1134"/>
        <w:gridCol w:w="1418"/>
        <w:gridCol w:w="1134"/>
      </w:tblGrid>
      <w:tr w:rsidR="00647927" w:rsidRPr="00B51116" w:rsidTr="002D4972">
        <w:trPr>
          <w:trHeight w:val="1200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927" w:rsidRPr="00D373FE" w:rsidRDefault="00647927" w:rsidP="00D373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7927" w:rsidRPr="00D373FE" w:rsidRDefault="00647927" w:rsidP="00D37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Утвержденные бюджетные назначения на </w:t>
            </w:r>
            <w:r w:rsidRPr="00D373FE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2</w:t>
            </w:r>
            <w:r w:rsidRPr="00D373FE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год</w:t>
            </w: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7927" w:rsidRPr="00D373FE" w:rsidRDefault="00647927" w:rsidP="007424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Фактически исполнено по состоянию на </w:t>
            </w:r>
            <w:r w:rsidRPr="00D373FE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01.0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7</w:t>
            </w:r>
            <w:r w:rsidRPr="00D373FE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2</w:t>
            </w: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7927" w:rsidRPr="00D373FE" w:rsidRDefault="00647927" w:rsidP="00D373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 выполнения плана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7927" w:rsidRPr="00D373FE" w:rsidRDefault="00647927" w:rsidP="000D48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Фактически исполнено по состоянию на </w:t>
            </w:r>
            <w:r w:rsidRPr="00D373FE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01.0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7</w:t>
            </w:r>
            <w:r w:rsidRPr="00D373FE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.2021</w:t>
            </w: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927" w:rsidRPr="00D373FE" w:rsidRDefault="00647927" w:rsidP="00D37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Темп роста к соответствующему периоду </w:t>
            </w:r>
            <w:r w:rsidRPr="00D373FE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1</w:t>
            </w: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года, %</w:t>
            </w:r>
          </w:p>
        </w:tc>
      </w:tr>
      <w:tr w:rsidR="00647927" w:rsidRPr="00B51116" w:rsidTr="00C8380E">
        <w:trPr>
          <w:trHeight w:val="403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927" w:rsidRPr="00D373FE" w:rsidRDefault="00647927" w:rsidP="00D373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«</w:t>
            </w: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>Здравоохранение»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103,24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</w:rPr>
              <w:t>40,65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136,81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</w:rPr>
              <w:t>75,46</w:t>
            </w:r>
          </w:p>
        </w:tc>
      </w:tr>
      <w:tr w:rsidR="00647927" w:rsidRPr="00B51116" w:rsidTr="00C8380E">
        <w:trPr>
          <w:trHeight w:val="282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927" w:rsidRPr="00D373FE" w:rsidRDefault="00647927" w:rsidP="00D373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«Культура»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147399,14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65020,63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</w:rPr>
              <w:t>44,11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60 615,16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</w:rPr>
              <w:t>107,27</w:t>
            </w:r>
          </w:p>
        </w:tc>
      </w:tr>
      <w:tr w:rsidR="00647927" w:rsidRPr="00B51116" w:rsidTr="00C8380E">
        <w:trPr>
          <w:trHeight w:val="272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927" w:rsidRPr="00D373FE" w:rsidRDefault="00647927" w:rsidP="00D373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«Образование»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786073,43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355658,31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</w:rPr>
              <w:t>45,24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284 779,56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</w:rPr>
              <w:t>124,89</w:t>
            </w:r>
          </w:p>
        </w:tc>
      </w:tr>
      <w:tr w:rsidR="00647927" w:rsidRPr="00B51116" w:rsidTr="00C8380E">
        <w:trPr>
          <w:trHeight w:val="276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927" w:rsidRPr="00D373FE" w:rsidRDefault="00647927" w:rsidP="004775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«</w:t>
            </w: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Социальная защита населения</w:t>
            </w: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47034,90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19399,43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</w:rPr>
              <w:t>41,24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19 956,11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</w:rPr>
              <w:t>97,21</w:t>
            </w:r>
          </w:p>
        </w:tc>
      </w:tr>
      <w:tr w:rsidR="00647927" w:rsidRPr="00B51116" w:rsidTr="00C8380E">
        <w:trPr>
          <w:trHeight w:val="266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927" w:rsidRPr="00D373FE" w:rsidRDefault="00647927" w:rsidP="00D37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Муниципальная </w:t>
            </w:r>
            <w:r w:rsidRPr="007B663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программа «</w:t>
            </w:r>
            <w:r w:rsidRPr="00D37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Спорт»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118946,84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44638,13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</w:rPr>
              <w:t>37,53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42 660,42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</w:rPr>
              <w:t>104,64</w:t>
            </w:r>
          </w:p>
        </w:tc>
      </w:tr>
      <w:tr w:rsidR="00647927" w:rsidRPr="00B51116" w:rsidTr="00C8380E">
        <w:trPr>
          <w:trHeight w:val="3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927" w:rsidRPr="00D373FE" w:rsidRDefault="00647927" w:rsidP="00D373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«Развитие сельского хозяйства»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66468,47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26307,28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</w:rPr>
              <w:t>39,58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456,01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</w:rPr>
              <w:t>5769,01</w:t>
            </w:r>
          </w:p>
        </w:tc>
      </w:tr>
      <w:tr w:rsidR="00647927" w:rsidRPr="00B51116" w:rsidTr="00C8380E">
        <w:trPr>
          <w:trHeight w:val="374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927" w:rsidRPr="00D373FE" w:rsidRDefault="00647927" w:rsidP="00D373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«Экология и окружающая среда»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20357,60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3418,64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</w:rPr>
              <w:t>16,79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3 212,16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</w:rPr>
              <w:t>106,43</w:t>
            </w:r>
          </w:p>
        </w:tc>
      </w:tr>
      <w:tr w:rsidR="00647927" w:rsidRPr="00B51116" w:rsidTr="00C8380E">
        <w:trPr>
          <w:trHeight w:val="421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927" w:rsidRPr="00D373FE" w:rsidRDefault="00647927" w:rsidP="00D37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Муниципальная </w:t>
            </w:r>
            <w:r w:rsidRPr="007B663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программа «</w:t>
            </w:r>
            <w:r w:rsidRPr="00D37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Безопасность и обеспечение безопасности жизнедеятельности населения»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43789,62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13273,13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</w:rPr>
              <w:t>30,31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10 472,67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</w:rPr>
              <w:t>126,74</w:t>
            </w:r>
          </w:p>
        </w:tc>
      </w:tr>
      <w:tr w:rsidR="00647927" w:rsidRPr="00B51116" w:rsidTr="00C8380E">
        <w:trPr>
          <w:trHeight w:val="3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927" w:rsidRPr="00D373FE" w:rsidRDefault="00647927" w:rsidP="00D373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«Жилище»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9212,00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7213,60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</w:rPr>
              <w:t>78,31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3 847,19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</w:rPr>
              <w:t>187,50</w:t>
            </w:r>
          </w:p>
        </w:tc>
      </w:tr>
      <w:tr w:rsidR="00647927" w:rsidRPr="00B51116" w:rsidTr="00C8380E">
        <w:trPr>
          <w:trHeight w:val="6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927" w:rsidRPr="00D373FE" w:rsidRDefault="00647927" w:rsidP="00D373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инженерной инфра</w:t>
            </w: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структуры и энергоэффективности»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347210,86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51977,83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</w:rPr>
              <w:t>14,97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36 380,66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</w:rPr>
              <w:t>142,87</w:t>
            </w:r>
          </w:p>
        </w:tc>
      </w:tr>
      <w:tr w:rsidR="00647927" w:rsidRPr="00B51116" w:rsidTr="00C8380E">
        <w:trPr>
          <w:trHeight w:val="3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927" w:rsidRPr="00D373FE" w:rsidRDefault="00647927" w:rsidP="00D373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«Предпринимательство»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647927" w:rsidRPr="00B51116" w:rsidTr="00C8380E">
        <w:trPr>
          <w:trHeight w:val="6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927" w:rsidRPr="00D373FE" w:rsidRDefault="00647927" w:rsidP="00D373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имущес</w:t>
            </w: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твом и муниципальными финансами»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271280,87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116830,65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</w:rPr>
              <w:t>43,07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110 829,01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</w:rPr>
              <w:t>105,42</w:t>
            </w:r>
          </w:p>
        </w:tc>
      </w:tr>
      <w:tr w:rsidR="00647927" w:rsidRPr="00B51116" w:rsidTr="00C8380E">
        <w:trPr>
          <w:trHeight w:val="987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927" w:rsidRPr="00D373FE" w:rsidRDefault="00647927" w:rsidP="00D373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«</w:t>
            </w: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институтов гражданского общества, повышение эффективности местного самоуправления и</w:t>
            </w: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реализации молодежной политики»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14936,04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4542,61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</w:rPr>
              <w:t>30,41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4267,16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</w:rPr>
              <w:t>106,46</w:t>
            </w:r>
          </w:p>
        </w:tc>
      </w:tr>
      <w:tr w:rsidR="00647927" w:rsidRPr="00B51116" w:rsidTr="00C8380E">
        <w:trPr>
          <w:trHeight w:val="600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927" w:rsidRPr="00D373FE" w:rsidRDefault="00647927" w:rsidP="00D373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</w:t>
            </w: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функционирование дорожно-транспортного комплекса»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165004,70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43423,76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</w:rPr>
              <w:t>26,32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36 065,66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</w:rPr>
              <w:t>120,40</w:t>
            </w:r>
          </w:p>
        </w:tc>
      </w:tr>
      <w:tr w:rsidR="00647927" w:rsidRPr="00B51116" w:rsidTr="00C8380E">
        <w:trPr>
          <w:trHeight w:val="6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927" w:rsidRPr="00D373FE" w:rsidRDefault="00647927" w:rsidP="00D373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>Циф</w:t>
            </w: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ровое муниципальное образование»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54262,30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21137,43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</w:rPr>
              <w:t>38,95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19 982,25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</w:rPr>
              <w:t>105,78</w:t>
            </w:r>
          </w:p>
        </w:tc>
      </w:tr>
      <w:tr w:rsidR="00647927" w:rsidRPr="00B51116" w:rsidTr="00C8380E">
        <w:trPr>
          <w:trHeight w:val="337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927" w:rsidRPr="00D373FE" w:rsidRDefault="00647927" w:rsidP="00D373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рхитектура и градостроительство»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12994,00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2776,51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</w:rPr>
              <w:t>21,37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1 530,65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</w:rPr>
              <w:t>181,39</w:t>
            </w:r>
          </w:p>
        </w:tc>
      </w:tr>
      <w:tr w:rsidR="00647927" w:rsidRPr="00B51116" w:rsidTr="00C8380E">
        <w:trPr>
          <w:trHeight w:val="6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927" w:rsidRPr="00D373FE" w:rsidRDefault="00647927" w:rsidP="00D373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совреме</w:t>
            </w: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нной комфортной городской среды»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438584,70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104997,69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</w:rPr>
              <w:t>23,94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58 388,07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</w:rPr>
              <w:t>179,83</w:t>
            </w:r>
          </w:p>
        </w:tc>
      </w:tr>
      <w:tr w:rsidR="00647927" w:rsidRPr="00B51116" w:rsidTr="00C8380E">
        <w:trPr>
          <w:trHeight w:val="6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927" w:rsidRPr="007B6630" w:rsidRDefault="00647927" w:rsidP="007B1C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10961,00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647927" w:rsidRPr="00B51116" w:rsidTr="00C8380E">
        <w:trPr>
          <w:trHeight w:val="3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927" w:rsidRPr="00D373FE" w:rsidRDefault="00647927" w:rsidP="00D373F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 по муниципальным программам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838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2 555 355,47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7927" w:rsidRPr="00C8380E" w:rsidRDefault="00647927" w:rsidP="00C8380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838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880 718,87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838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34,47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7927" w:rsidRPr="00C8380E" w:rsidRDefault="00647927" w:rsidP="00C838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38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693 582,54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27" w:rsidRPr="00AF2494" w:rsidRDefault="00647927" w:rsidP="00C8380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AF24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126,98</w:t>
            </w:r>
          </w:p>
        </w:tc>
      </w:tr>
    </w:tbl>
    <w:p w:rsidR="00647927" w:rsidRPr="007B6630" w:rsidRDefault="00647927">
      <w:pPr>
        <w:rPr>
          <w:rFonts w:ascii="Times New Roman" w:hAnsi="Times New Roman"/>
          <w:sz w:val="24"/>
          <w:szCs w:val="24"/>
        </w:rPr>
      </w:pPr>
    </w:p>
    <w:sectPr w:rsidR="00647927" w:rsidRPr="007B6630" w:rsidSect="00D373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7262"/>
    <w:rsid w:val="000D4801"/>
    <w:rsid w:val="002B7262"/>
    <w:rsid w:val="002D4972"/>
    <w:rsid w:val="00301BF6"/>
    <w:rsid w:val="003634D9"/>
    <w:rsid w:val="00370645"/>
    <w:rsid w:val="00464FAD"/>
    <w:rsid w:val="004775FE"/>
    <w:rsid w:val="00514D2C"/>
    <w:rsid w:val="00647927"/>
    <w:rsid w:val="006E6D58"/>
    <w:rsid w:val="0074249C"/>
    <w:rsid w:val="007B1C11"/>
    <w:rsid w:val="007B6630"/>
    <w:rsid w:val="00AF2494"/>
    <w:rsid w:val="00B51116"/>
    <w:rsid w:val="00C8380E"/>
    <w:rsid w:val="00D37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D2C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87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91</TotalTime>
  <Pages>2</Pages>
  <Words>372</Words>
  <Characters>2124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Кабанова</dc:creator>
  <cp:keywords/>
  <dc:description/>
  <cp:lastModifiedBy>Нина</cp:lastModifiedBy>
  <cp:revision>7</cp:revision>
  <dcterms:created xsi:type="dcterms:W3CDTF">2021-09-27T06:10:00Z</dcterms:created>
  <dcterms:modified xsi:type="dcterms:W3CDTF">2022-07-13T13:41:00Z</dcterms:modified>
</cp:coreProperties>
</file>